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797"/>
        <w:gridCol w:w="3912"/>
        <w:gridCol w:w="819"/>
        <w:gridCol w:w="1524"/>
      </w:tblGrid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2915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Приложение </w:t>
            </w:r>
            <w:r w:rsidR="0029154C">
              <w:rPr>
                <w:sz w:val="28"/>
                <w:szCs w:val="28"/>
              </w:rPr>
              <w:t>3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УТВЕРЖДЕНЫ 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решением Думы 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294F" w:rsidRDefault="008A294F" w:rsidP="00B359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муниципального образования 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город-курорт Геленджик 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62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от _______</w:t>
            </w:r>
            <w:r w:rsidR="00B35926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___ № __</w:t>
            </w:r>
            <w:r w:rsidR="00B3592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</w:t>
            </w: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EB7BEC" w:rsidRDefault="00EB7BEC" w:rsidP="00B35926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</w:tr>
      <w:tr w:rsidR="008A294F" w:rsidTr="008A294F">
        <w:trPr>
          <w:cantSplit/>
        </w:trPr>
        <w:tc>
          <w:tcPr>
            <w:tcW w:w="3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 w:val="20"/>
                <w:szCs w:val="20"/>
              </w:rPr>
            </w:pPr>
          </w:p>
        </w:tc>
      </w:tr>
      <w:tr w:rsidR="008A294F" w:rsidTr="008A294F">
        <w:trPr>
          <w:cantSplit/>
        </w:trPr>
        <w:tc>
          <w:tcPr>
            <w:tcW w:w="9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BEC" w:rsidRDefault="008A294F" w:rsidP="00B359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НОРМАТИВЫ </w:t>
            </w:r>
            <w:r>
              <w:rPr>
                <w:sz w:val="28"/>
                <w:szCs w:val="28"/>
              </w:rPr>
              <w:br/>
              <w:t>отчислений доходов в бюджет муниципального образования</w:t>
            </w:r>
            <w:r>
              <w:rPr>
                <w:sz w:val="28"/>
                <w:szCs w:val="28"/>
              </w:rPr>
              <w:br/>
            </w:r>
            <w:r w:rsidR="00EB7BEC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 xml:space="preserve">город-курорт Геленджик </w:t>
            </w:r>
            <w:r w:rsidR="00EB7BEC">
              <w:rPr>
                <w:sz w:val="28"/>
                <w:szCs w:val="28"/>
              </w:rPr>
              <w:t xml:space="preserve">Краснодарского края </w:t>
            </w:r>
          </w:p>
          <w:p w:rsidR="008A294F" w:rsidRDefault="008A294F" w:rsidP="00EB7BE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2026 год и на плановый период 2027 и  2028 годов</w:t>
            </w:r>
          </w:p>
        </w:tc>
      </w:tr>
      <w:tr w:rsidR="008A294F" w:rsidTr="00B35926">
        <w:trPr>
          <w:cantSplit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Cs w:val="24"/>
              </w:rPr>
            </w:pPr>
          </w:p>
        </w:tc>
        <w:tc>
          <w:tcPr>
            <w:tcW w:w="55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B35926">
            <w:pPr>
              <w:rPr>
                <w:szCs w:val="24"/>
              </w:rPr>
            </w:pPr>
          </w:p>
        </w:tc>
      </w:tr>
      <w:tr w:rsidR="008A294F" w:rsidTr="00B35926">
        <w:trPr>
          <w:cantSplit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5926" w:rsidRDefault="008A294F" w:rsidP="00B35926">
            <w:pPr>
              <w:jc w:val="center"/>
            </w:pPr>
            <w:r>
              <w:t xml:space="preserve">Код </w:t>
            </w:r>
            <w:proofErr w:type="gramStart"/>
            <w:r>
              <w:t>бюджетной</w:t>
            </w:r>
            <w:proofErr w:type="gramEnd"/>
            <w:r>
              <w:t xml:space="preserve"> </w:t>
            </w:r>
          </w:p>
          <w:p w:rsidR="008A294F" w:rsidRDefault="008A294F" w:rsidP="00B35926">
            <w:pPr>
              <w:jc w:val="center"/>
              <w:rPr>
                <w:szCs w:val="24"/>
              </w:rPr>
            </w:pPr>
            <w:r>
              <w:t xml:space="preserve">классификации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94F" w:rsidRDefault="008A294F" w:rsidP="00B35926">
            <w:pPr>
              <w:jc w:val="center"/>
              <w:rPr>
                <w:szCs w:val="24"/>
              </w:rPr>
            </w:pPr>
            <w:r>
              <w:t>Наименование доходов             местного бюджета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94F" w:rsidRDefault="008A294F" w:rsidP="00B35926">
            <w:pPr>
              <w:jc w:val="center"/>
              <w:rPr>
                <w:szCs w:val="24"/>
              </w:rPr>
            </w:pPr>
            <w:r>
              <w:t>Нормативы             отчислений  в местный бюджет</w:t>
            </w:r>
            <w:proofErr w:type="gramStart"/>
            <w:r>
              <w:t xml:space="preserve">  (%)   </w:t>
            </w:r>
            <w:proofErr w:type="gramEnd"/>
          </w:p>
        </w:tc>
      </w:tr>
    </w:tbl>
    <w:p w:rsidR="008A294F" w:rsidRPr="008A294F" w:rsidRDefault="008A294F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5528"/>
        <w:gridCol w:w="1524"/>
      </w:tblGrid>
      <w:tr w:rsidR="008A294F" w:rsidTr="00B35926">
        <w:trPr>
          <w:tblHeader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94F" w:rsidRDefault="008A294F" w:rsidP="00B35926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94F" w:rsidRDefault="008A294F" w:rsidP="00B35926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94F" w:rsidRDefault="008A294F" w:rsidP="00B35926">
            <w:pPr>
              <w:jc w:val="center"/>
              <w:rPr>
                <w:szCs w:val="24"/>
              </w:rPr>
            </w:pPr>
            <w:r>
              <w:t>3</w:t>
            </w:r>
          </w:p>
        </w:tc>
      </w:tr>
      <w:tr w:rsidR="008A294F" w:rsidTr="00B35926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>Задолженность и пер</w:t>
            </w:r>
            <w:r>
              <w:t>е</w:t>
            </w:r>
            <w:r>
              <w:t>расчеты по отмененным налогам, сборам и иным обязательным плат</w:t>
            </w:r>
            <w:r>
              <w:t>е</w:t>
            </w:r>
            <w:r>
              <w:t>жам*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 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 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1 09 07021 04 0000 110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Курортный сбор, мобилизуемый на территориях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1 09 07012 04 0000 110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Налог на рекламу, мобилизуемый на территориях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1 09 07052 04 0000 110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1 09 07032 04 0000 110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Целевые сборы с граждан и предприятий, учр</w:t>
            </w:r>
            <w:r>
              <w:t>е</w:t>
            </w:r>
            <w:r>
              <w:t>ждений, организаций на содержание милиции, на благоустройство территорий, на нужды образов</w:t>
            </w:r>
            <w:r>
              <w:t>а</w:t>
            </w:r>
            <w:r>
              <w:t>ния и другие цели, мобилизуемые на территориях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>Доходы от оказания платных услуг и ко</w:t>
            </w:r>
            <w:r>
              <w:t>м</w:t>
            </w:r>
            <w:r>
              <w:t>пенсации затрат гос</w:t>
            </w:r>
            <w:r>
              <w:t>у</w:t>
            </w:r>
            <w:r>
              <w:t>дарства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Доходы, поступающие в порядке возмещения ра</w:t>
            </w:r>
            <w:r>
              <w:t>с</w:t>
            </w:r>
            <w:r>
              <w:t>ходов, понесенных в связи с эксплуатацией им</w:t>
            </w:r>
            <w:r>
              <w:t>у</w:t>
            </w:r>
            <w:r>
              <w:lastRenderedPageBreak/>
              <w:t>щества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lastRenderedPageBreak/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Прочие доходы от компенсации затрат бюджетов городских округов*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>Штрафы, санкции, во</w:t>
            </w:r>
            <w:r>
              <w:t>з</w:t>
            </w:r>
            <w:r>
              <w:t>мещение ущерба*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1 16 10100 04 0000 140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1 16 10061 04 0000 140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</w:t>
            </w:r>
            <w:r>
              <w:t>а</w:t>
            </w:r>
            <w:r>
              <w:t>зенным учреждением) муниципального контракта, а также иные денежные средства, подлежащие з</w:t>
            </w:r>
            <w:r>
              <w:t>а</w:t>
            </w:r>
            <w:r>
              <w:t>числению в бюджет городского округа за наруш</w:t>
            </w:r>
            <w:r>
              <w:t>е</w:t>
            </w:r>
            <w:r>
              <w:t>ние законодательства Российской Федерации о контрактной системе в сфере закупок товаров, р</w:t>
            </w:r>
            <w:r>
              <w:t>а</w:t>
            </w:r>
            <w:r>
              <w:t>бот, услуг для обеспечения государственных и м</w:t>
            </w:r>
            <w:r>
              <w:t>у</w:t>
            </w:r>
            <w:r>
              <w:t>ниципальных нужд (за исключением муниципал</w:t>
            </w:r>
            <w:r>
              <w:t>ь</w:t>
            </w:r>
            <w:r>
              <w:t>ного контракта, финансируемого за счет средств муниципального дорожного</w:t>
            </w:r>
            <w:proofErr w:type="gramEnd"/>
            <w:r>
              <w:t xml:space="preserve"> фонда)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1 16 10062 04 0000 140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proofErr w:type="gramStart"/>
            <w:r>
              <w:t>Платежи в целях возмещения убытков, причине</w:t>
            </w:r>
            <w:r>
              <w:t>н</w:t>
            </w:r>
            <w:r>
              <w:t>ных уклонением от заключения с муниципальным органом городского округа (муниципальным к</w:t>
            </w:r>
            <w:r>
              <w:t>а</w:t>
            </w:r>
            <w:r>
              <w:t>зенным учреждением) муниципального контракта, финансируемого за счет средств муниципального дорожного фонда, а также иные денежные сре</w:t>
            </w:r>
            <w:r>
              <w:t>д</w:t>
            </w:r>
            <w:r>
              <w:t>ства, подлежащие зачислению в бюджет городск</w:t>
            </w:r>
            <w:r>
              <w:t>о</w:t>
            </w:r>
            <w:r>
              <w:t>го округа за нарушение законодательства Росси</w:t>
            </w:r>
            <w:r>
              <w:t>й</w:t>
            </w:r>
            <w:r>
              <w:t>ской Федерации о контрактной системе в сфере закупок товаров, работ, услуг для обеспечения го</w:t>
            </w:r>
            <w:r>
              <w:t>с</w:t>
            </w:r>
            <w:r>
              <w:t>ударственных и муниципальных нужд</w:t>
            </w:r>
            <w:proofErr w:type="gramEnd"/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>Прочие неналоговые д</w:t>
            </w:r>
            <w:r>
              <w:t>о</w:t>
            </w:r>
            <w:r>
              <w:t>ходы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1 17 15020 04 0000 150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Инициативные платежи, зачисляемые в бюджеты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1 17 01040 04 0000 180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Невыясненные поступления, зачисляемые в бю</w:t>
            </w:r>
            <w:r>
              <w:t>д</w:t>
            </w:r>
            <w:r>
              <w:t>жеты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B35926">
            <w:pPr>
              <w:jc w:val="both"/>
              <w:rPr>
                <w:szCs w:val="24"/>
              </w:rPr>
            </w:pPr>
            <w:r>
              <w:t xml:space="preserve">1 17 05040 04 0000 180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Прочие неналоговые доходы бюджетов городских округов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>100,0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Cs w:val="24"/>
              </w:rPr>
            </w:pPr>
          </w:p>
        </w:tc>
      </w:tr>
      <w:tr w:rsidR="008A294F" w:rsidTr="008A294F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</w:tr>
      <w:tr w:rsidR="008A294F" w:rsidTr="008A294F"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*По видам и подвидам доходов, входящим в соответствующий </w:t>
            </w:r>
            <w:proofErr w:type="spellStart"/>
            <w:r>
              <w:rPr>
                <w:sz w:val="28"/>
                <w:szCs w:val="28"/>
              </w:rPr>
              <w:t>группир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вочный</w:t>
            </w:r>
            <w:proofErr w:type="spellEnd"/>
            <w:r>
              <w:rPr>
                <w:sz w:val="28"/>
                <w:szCs w:val="28"/>
              </w:rPr>
              <w:t xml:space="preserve"> код бюджетной классификации, зачисляемым в местные бюджеты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ответствии с законодательством Российской Федерации. </w:t>
            </w: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</w:tr>
      <w:tr w:rsidR="008A294F" w:rsidTr="00B35926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294F" w:rsidRDefault="008A294F" w:rsidP="008A294F">
            <w:pPr>
              <w:jc w:val="both"/>
              <w:rPr>
                <w:sz w:val="28"/>
                <w:szCs w:val="28"/>
              </w:rPr>
            </w:pPr>
          </w:p>
        </w:tc>
      </w:tr>
    </w:tbl>
    <w:p w:rsidR="002500BB" w:rsidRPr="000401A4" w:rsidRDefault="000401A4" w:rsidP="008A294F">
      <w:pPr>
        <w:rPr>
          <w:sz w:val="28"/>
          <w:szCs w:val="28"/>
        </w:rPr>
      </w:pPr>
      <w:r w:rsidRPr="000401A4">
        <w:rPr>
          <w:sz w:val="28"/>
          <w:szCs w:val="28"/>
        </w:rPr>
        <w:t>Глава муниципального образования</w:t>
      </w:r>
    </w:p>
    <w:p w:rsidR="000401A4" w:rsidRPr="000401A4" w:rsidRDefault="000401A4" w:rsidP="008A294F">
      <w:pPr>
        <w:rPr>
          <w:sz w:val="28"/>
          <w:szCs w:val="28"/>
        </w:rPr>
      </w:pPr>
      <w:r w:rsidRPr="000401A4">
        <w:rPr>
          <w:sz w:val="28"/>
          <w:szCs w:val="28"/>
        </w:rPr>
        <w:t xml:space="preserve">город-курорт Геленджик                                         </w:t>
      </w:r>
      <w:r>
        <w:rPr>
          <w:sz w:val="28"/>
          <w:szCs w:val="28"/>
        </w:rPr>
        <w:t xml:space="preserve">        </w:t>
      </w:r>
      <w:r w:rsidRPr="000401A4">
        <w:rPr>
          <w:sz w:val="28"/>
          <w:szCs w:val="28"/>
        </w:rPr>
        <w:t xml:space="preserve">                 А.А. </w:t>
      </w:r>
      <w:proofErr w:type="spellStart"/>
      <w:r w:rsidRPr="000401A4">
        <w:rPr>
          <w:sz w:val="28"/>
          <w:szCs w:val="28"/>
        </w:rPr>
        <w:t>Богодистов</w:t>
      </w:r>
      <w:proofErr w:type="spellEnd"/>
    </w:p>
    <w:sectPr w:rsidR="000401A4" w:rsidRPr="000401A4" w:rsidSect="008A294F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926" w:rsidRDefault="00B35926" w:rsidP="00E12559">
      <w:r>
        <w:separator/>
      </w:r>
    </w:p>
  </w:endnote>
  <w:endnote w:type="continuationSeparator" w:id="0">
    <w:p w:rsidR="00B35926" w:rsidRDefault="00B3592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926" w:rsidRDefault="00B35926" w:rsidP="00E12559">
      <w:r>
        <w:separator/>
      </w:r>
    </w:p>
  </w:footnote>
  <w:footnote w:type="continuationSeparator" w:id="0">
    <w:p w:rsidR="00B35926" w:rsidRDefault="00B3592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B35926" w:rsidRDefault="00B3592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B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35926" w:rsidRDefault="00B359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4F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01A4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54C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29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294F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35926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B7BEC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46CD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3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Николаевна</cp:lastModifiedBy>
  <cp:revision>3</cp:revision>
  <cp:lastPrinted>2025-12-12T10:47:00Z</cp:lastPrinted>
  <dcterms:created xsi:type="dcterms:W3CDTF">2025-12-12T07:31:00Z</dcterms:created>
  <dcterms:modified xsi:type="dcterms:W3CDTF">2025-12-12T10:47:00Z</dcterms:modified>
</cp:coreProperties>
</file>